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1C9A13E-4200-4D7F-8B5C-E40C494D6FBF}"/>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